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012646" w:rsidRDefault="0071620A" w:rsidP="0001264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D57B3">
        <w:rPr>
          <w:rFonts w:ascii="Corbel" w:hAnsi="Corbel"/>
          <w:i/>
          <w:smallCaps/>
          <w:sz w:val="24"/>
          <w:szCs w:val="24"/>
        </w:rPr>
        <w:t xml:space="preserve"> </w:t>
      </w:r>
      <w:r w:rsidR="00012646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184B7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155C84">
        <w:rPr>
          <w:rFonts w:ascii="Corbel" w:hAnsi="Corbel"/>
          <w:sz w:val="20"/>
          <w:szCs w:val="20"/>
        </w:rPr>
        <w:t>202</w:t>
      </w:r>
      <w:r w:rsidR="00012646">
        <w:rPr>
          <w:rFonts w:ascii="Corbel" w:hAnsi="Corbel"/>
          <w:sz w:val="20"/>
          <w:szCs w:val="20"/>
        </w:rPr>
        <w:t>3</w:t>
      </w:r>
      <w:r w:rsidR="00155C84">
        <w:rPr>
          <w:rFonts w:ascii="Corbel" w:hAnsi="Corbel"/>
          <w:sz w:val="20"/>
          <w:szCs w:val="20"/>
        </w:rPr>
        <w:t>/202</w:t>
      </w:r>
      <w:r w:rsidR="00012646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315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plastycznej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174D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3D57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3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A1F1E" w:rsidRPr="008F4BAD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A1F1E" w:rsidRPr="008F4BAD" w:rsidRDefault="008A1F1E" w:rsidP="008F4B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BAD">
              <w:rPr>
                <w:rFonts w:ascii="Corbel" w:hAnsi="Corbel"/>
                <w:b w:val="0"/>
                <w:sz w:val="24"/>
                <w:szCs w:val="24"/>
              </w:rPr>
              <w:t>Dr hab. Jerzy Tomala, prof. UR</w:t>
            </w:r>
          </w:p>
        </w:tc>
      </w:tr>
      <w:tr w:rsidR="008A1F1E" w:rsidRPr="00D45BF4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A1F1E" w:rsidRPr="00E07C3C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315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3A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636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5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D9664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45BF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A1F1E" w:rsidRPr="009C54AE" w:rsidRDefault="008A1F1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F4BAD" w:rsidP="0093153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ogólnej, pedagogiki przedszkolnej i wczesnoszkolnej, teorii plastyki, historii sztuki, estetyki  i kultury plastycznej.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8F4BAD" w:rsidP="00B415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metodyki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>edukacji plastycznej, projektowaniem i realizacją zajęć plastycznych, ty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pami zajęć, formami i metodami oraz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możliwościami integrowania treści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plastycznych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>z innymi edukacjami na poziomie wczesnej edukacji dziecka.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415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8F4BAD" w:rsidP="00B415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Przygotowanie do projektowania i realizacji zajęć w zakresie edukacji plastycznej, umiejętnego wykorzystania środków wyrazu plastycznego zgodnego z rozwojem i predyspozycjami </w:t>
            </w:r>
            <w:r>
              <w:rPr>
                <w:rFonts w:ascii="Corbel" w:hAnsi="Corbel"/>
                <w:b w:val="0"/>
                <w:sz w:val="24"/>
                <w:szCs w:val="24"/>
              </w:rPr>
              <w:t>dziecka w wieku przedszkolnym i wczesnoszkolnym.</w:t>
            </w:r>
          </w:p>
        </w:tc>
      </w:tr>
      <w:tr w:rsidR="00B4153A" w:rsidRPr="009C54AE" w:rsidTr="00923D7D">
        <w:tc>
          <w:tcPr>
            <w:tcW w:w="851" w:type="dxa"/>
            <w:vAlign w:val="center"/>
          </w:tcPr>
          <w:p w:rsidR="00B4153A" w:rsidRPr="009C54AE" w:rsidRDefault="00B415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4153A" w:rsidRPr="009C54AE" w:rsidRDefault="008F4B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zainteresowań plastycznych oraz rozbudzanie refleksji nad własnym podejściem do edukacji  plastycznej dzieci w wieku przedszkolnym i wczesnoszkolnym.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wiedzy student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 zna i rozumie:</w:t>
            </w:r>
          </w:p>
          <w:p w:rsidR="0093153A" w:rsidRPr="0093153A" w:rsidRDefault="008F4BAD" w:rsidP="008F4BA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etapy, metody i formy projektowania działań plastycznych dziecka lub ucznia;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sposoby rozwijania twórczej aktywności dziecka lub ucznia;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zasady projektowania zajęć plastycznych w prz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edszkolu i klasach I–III szkoły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podstawowej;</w:t>
            </w:r>
          </w:p>
          <w:p w:rsidR="0085747A" w:rsidRPr="009C54AE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metody i techniki diagnozowania dziecka lub u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cznia w zakresie jego zdolności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plastycznych i monitorowania jego rozwoju w tym obszarze.</w:t>
            </w:r>
          </w:p>
        </w:tc>
        <w:tc>
          <w:tcPr>
            <w:tcW w:w="1873" w:type="dxa"/>
          </w:tcPr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93153A" w:rsidRPr="009C54AE" w:rsidRDefault="0093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umiejętności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potrafi: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zachęcić dziecko lub ucznia do twórczej aktywności w obszarze działań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plastycznych;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zaprojektować zajęcia inspirujące dzieci lub uczniów do działań twórczych;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zachęcić dziecko lub ucznia do zainteresowania się dziełem plastycznym;</w:t>
            </w:r>
          </w:p>
          <w:p w:rsidR="0085747A" w:rsidRPr="009C54AE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diagnozować poziom zdolności plastycznych dziecka lub ucznia.</w:t>
            </w:r>
          </w:p>
        </w:tc>
        <w:tc>
          <w:tcPr>
            <w:tcW w:w="1873" w:type="dxa"/>
          </w:tcPr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U04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B4153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 zakresie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ompetencji społecznych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jest gotów do:</w:t>
            </w:r>
          </w:p>
          <w:p w:rsidR="0093153A" w:rsidRPr="0093153A" w:rsidRDefault="00D16AED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działania na rzecz upowszechnienia sztuk pięknych;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inspirowania dzi</w:t>
            </w:r>
            <w:r w:rsidR="005A786B">
              <w:rPr>
                <w:rFonts w:ascii="Corbel" w:hAnsi="Corbel"/>
                <w:b w:val="0"/>
                <w:smallCaps w:val="0"/>
                <w:szCs w:val="24"/>
              </w:rPr>
              <w:t xml:space="preserve">eci lub uczniów do samodzielnej aktywności plastycznej i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dzielenia się jej efektami;</w:t>
            </w:r>
          </w:p>
          <w:p w:rsidR="0085747A" w:rsidRPr="009C54AE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aktywizowania dzieci lub uczniów do estetyzacji własnego otoczenia.</w:t>
            </w:r>
          </w:p>
        </w:tc>
        <w:tc>
          <w:tcPr>
            <w:tcW w:w="1873" w:type="dxa"/>
          </w:tcPr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D16AED" w:rsidP="008B6543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DF2A9F">
              <w:rPr>
                <w:rFonts w:ascii="Corbel" w:hAnsi="Corbel"/>
                <w:sz w:val="24"/>
                <w:szCs w:val="24"/>
              </w:rPr>
              <w:t xml:space="preserve">Ekspresja plastyczna i jej rodzaje. </w:t>
            </w:r>
            <w:r>
              <w:rPr>
                <w:rFonts w:ascii="Corbel" w:hAnsi="Corbel"/>
                <w:sz w:val="24"/>
                <w:szCs w:val="24"/>
              </w:rPr>
              <w:t>Ekspresja plastyczna dziecka – jej rozwój, uwarunkowania, stymulowanie.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D16AED" w:rsidP="008B654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programowa, program, konspekt. Typy zajęć plastycznych w kl. I-III szkoły podstawowej. Zajęcia plastyczne w przedszkolu.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E68CC" w:rsidRDefault="00D16AED" w:rsidP="008B654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dydaktyczno-wychowawczej, metody i formy pracy. Materiały i narzędzia, środki dydaktyczne . Warsztat nauczyciela. Strategie dydaktyczne stymulowania w procesie edukacji plastycznej.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D16AED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Wyznaczniki uzdolnień plastycznych dzieci. Struktura uzdolnień plastycznych. Warunki rozwoju uzdolnień plastycznych.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E68CC" w:rsidRDefault="00D16AED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Estetyka. Kultura a poczucie estetyki. Rozwój świadomości estetycznej. Kultura plastyczna.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F56">
              <w:rPr>
                <w:rFonts w:ascii="Corbel" w:hAnsi="Corbel"/>
                <w:sz w:val="24"/>
                <w:szCs w:val="24"/>
              </w:rPr>
              <w:t>Ekspresja plastyczna dziecka</w:t>
            </w:r>
            <w:r>
              <w:rPr>
                <w:rFonts w:ascii="Corbel" w:hAnsi="Corbel"/>
                <w:sz w:val="24"/>
                <w:szCs w:val="24"/>
              </w:rPr>
              <w:t xml:space="preserve"> – charakterystyka formy i treści wypowiedzi plastycznych dzieci: w </w:t>
            </w:r>
            <w:r w:rsidRPr="00477F56">
              <w:rPr>
                <w:rFonts w:ascii="Corbel" w:hAnsi="Corbel"/>
                <w:sz w:val="24"/>
                <w:szCs w:val="24"/>
              </w:rPr>
              <w:t>stadium ba</w:t>
            </w:r>
            <w:r>
              <w:rPr>
                <w:rFonts w:ascii="Corbel" w:hAnsi="Corbel"/>
                <w:sz w:val="24"/>
                <w:szCs w:val="24"/>
              </w:rPr>
              <w:t xml:space="preserve">zgrot, stadium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przedschematycznym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schematycznym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 (</w:t>
            </w:r>
            <w:r>
              <w:rPr>
                <w:rFonts w:ascii="Corbel" w:hAnsi="Corbel"/>
                <w:sz w:val="24"/>
                <w:szCs w:val="24"/>
              </w:rPr>
              <w:t>modyfikacja schematu) i początkach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 realizmu. Ćwiczenia </w:t>
            </w:r>
            <w:r>
              <w:rPr>
                <w:rFonts w:ascii="Corbel" w:hAnsi="Corbel"/>
                <w:sz w:val="24"/>
                <w:szCs w:val="24"/>
              </w:rPr>
              <w:t xml:space="preserve">praktyczne – 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analiza </w:t>
            </w:r>
            <w:r>
              <w:rPr>
                <w:rFonts w:ascii="Corbel" w:hAnsi="Corbel"/>
                <w:sz w:val="24"/>
                <w:szCs w:val="24"/>
              </w:rPr>
              <w:t xml:space="preserve">wytworów </w:t>
            </w:r>
            <w:r w:rsidRPr="00477F56">
              <w:rPr>
                <w:rFonts w:ascii="Corbel" w:hAnsi="Corbel"/>
                <w:sz w:val="24"/>
                <w:szCs w:val="24"/>
              </w:rPr>
              <w:t>plastycznych dzieci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podstawy programowej w zakresie realizacji zajęć plastycznych w przedszkolu i edukacji plastycznej w kl. I-III szkoły podstawowej.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Typy zajęć plastycznych. Edukacja plastyczna z ekspresją kierowaną w kl. I-III (5 godz. – hospitacji w szkole). Edukacja plastyczna z ekspresją swobodną w kl. I-III (5 godz. hospitacji  w szkole). Zajęcia plastyczne w przedszkolu (2 godz. hospitacji w przedszkolu).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zajęć plastycznych dla przedszkoli i kl. I-III z uwzględnieniem integracji treści i stymulowania naturalnego  rozwoju ekspresji plastycznej, wyobraźni i percepcji wizualnej (formułowanie celów dydaktycznych, wyznaczenie metod i form pracy, wykorzystanie różnych technik plastycznych). Opracowywanie konspektów zajęć plastycznych.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10F5">
              <w:rPr>
                <w:rFonts w:ascii="Corbel" w:hAnsi="Corbel"/>
                <w:sz w:val="24"/>
                <w:szCs w:val="24"/>
              </w:rPr>
              <w:t xml:space="preserve">Edukacja </w:t>
            </w:r>
            <w:r>
              <w:rPr>
                <w:rFonts w:ascii="Corbel" w:hAnsi="Corbel"/>
                <w:sz w:val="24"/>
                <w:szCs w:val="24"/>
              </w:rPr>
              <w:t xml:space="preserve">plastyczna </w:t>
            </w:r>
            <w:r w:rsidRPr="007A10F5">
              <w:rPr>
                <w:rFonts w:ascii="Corbel" w:hAnsi="Corbel"/>
                <w:sz w:val="24"/>
                <w:szCs w:val="24"/>
              </w:rPr>
              <w:t>w galerii sztuki, muzeum (lekcja muzealna) lub w pracowni artysty plastyka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077315" w:rsidRPr="009C54AE" w:rsidRDefault="000773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Wykład: wykład problemowy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z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prezentacją multimedialną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w muzeum lub galerii sztuki współczesnej.</w:t>
      </w: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>ćwiczenia praktyczne, praca indywidualna,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77315" w:rsidRPr="00D96649" w:rsidRDefault="00D16AED" w:rsidP="00D9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649">
              <w:rPr>
                <w:rFonts w:ascii="Corbel" w:hAnsi="Corbel"/>
                <w:sz w:val="24"/>
                <w:szCs w:val="24"/>
              </w:rPr>
              <w:t>kolokwium, obserwacja w czasie zajęć</w:t>
            </w:r>
          </w:p>
        </w:tc>
        <w:tc>
          <w:tcPr>
            <w:tcW w:w="2126" w:type="dxa"/>
          </w:tcPr>
          <w:p w:rsidR="00077315" w:rsidRPr="00D96649" w:rsidRDefault="00110A91" w:rsidP="00D9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6649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77315" w:rsidRPr="00D96649" w:rsidRDefault="00077315" w:rsidP="00D9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649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D16AED" w:rsidRPr="00D96649">
              <w:rPr>
                <w:rFonts w:ascii="Corbel" w:hAnsi="Corbel"/>
                <w:sz w:val="24"/>
                <w:szCs w:val="24"/>
              </w:rPr>
              <w:t>, realizacja ćwiczeń praktycznych</w:t>
            </w:r>
          </w:p>
        </w:tc>
        <w:tc>
          <w:tcPr>
            <w:tcW w:w="2126" w:type="dxa"/>
          </w:tcPr>
          <w:p w:rsidR="00077315" w:rsidRPr="00D96649" w:rsidRDefault="00077315" w:rsidP="00D9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664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:rsidR="00077315" w:rsidRPr="00D96649" w:rsidRDefault="00D96649" w:rsidP="00D9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077315" w:rsidRPr="00D96649">
              <w:rPr>
                <w:rFonts w:ascii="Corbel" w:hAnsi="Corbel"/>
                <w:sz w:val="24"/>
                <w:szCs w:val="24"/>
              </w:rPr>
              <w:t>bserwacja  w trakcie zajęć</w:t>
            </w:r>
            <w:r w:rsidR="00D16AED" w:rsidRPr="00D96649">
              <w:rPr>
                <w:rFonts w:ascii="Corbel" w:hAnsi="Corbel"/>
                <w:sz w:val="24"/>
                <w:szCs w:val="24"/>
              </w:rPr>
              <w:t>, realizacja ćwiczeń praktycznych</w:t>
            </w:r>
          </w:p>
        </w:tc>
        <w:tc>
          <w:tcPr>
            <w:tcW w:w="2126" w:type="dxa"/>
          </w:tcPr>
          <w:p w:rsidR="00077315" w:rsidRPr="00D96649" w:rsidRDefault="00077315" w:rsidP="00D9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664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>kolokwium pisemne.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 xml:space="preserve">90%-100% prawidłowych odpowiedzi – ocena bardzo dobra, 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 xml:space="preserve">80%-89% prawidłowych odpowiedzi – ocena plus dobra, 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 xml:space="preserve">70%-79% prawidłowych odpowiedzi – ocena dobra, 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 xml:space="preserve">60%-69% prawidłowych odpowiedzi – ocena plus dostateczna; 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 xml:space="preserve">50%-59% prawidłowych odpowiedzi – ocena dostateczna, 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>49% i poniżej prawidłowych odpowiedzi – ocena niedostateczna.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85747A" w:rsidRPr="009C54AE" w:rsidRDefault="00D16AED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 xml:space="preserve">Obecność obowiązkowa, </w:t>
            </w:r>
            <w:r w:rsidR="00110A91" w:rsidRPr="00431EF2">
              <w:rPr>
                <w:rFonts w:ascii="Corbel" w:hAnsi="Corbel"/>
                <w:b w:val="0"/>
                <w:smallCaps w:val="0"/>
                <w:szCs w:val="24"/>
              </w:rPr>
              <w:t>poprawne wykonanie wszystkich ćwiczeń praktycznych, aktywność podczas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113ABA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113ABA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110A91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A91" w:rsidRPr="009C54AE" w:rsidRDefault="00113ABA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10A9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13ABA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A786B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16AED" w:rsidRPr="00431EF2" w:rsidRDefault="00D16AED" w:rsidP="00431EF2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Boguszewska, A. Mazur, A. (red.) Wybrane problemy edukacji plastycznej dzieci i młodzieży, UMCS, Lublin, 2013.</w:t>
            </w:r>
          </w:p>
          <w:p w:rsidR="00D16AED" w:rsidRPr="00D16AED" w:rsidRDefault="00D16AED" w:rsidP="00431EF2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</w:t>
            </w:r>
            <w:proofErr w:type="spellStart"/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Gloton</w:t>
            </w:r>
            <w:proofErr w:type="spellEnd"/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C. </w:t>
            </w:r>
            <w:proofErr w:type="spellStart"/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Clero</w:t>
            </w:r>
            <w:proofErr w:type="spellEnd"/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Twórcza aktywność dziecka, PWN, Warszawa 1985.</w:t>
            </w:r>
          </w:p>
          <w:p w:rsidR="007E0EB6" w:rsidRPr="007E0EB6" w:rsidRDefault="007E0EB6" w:rsidP="00431EF2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Lowenfeld</w:t>
            </w:r>
            <w:proofErr w:type="spellEnd"/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V., W. </w:t>
            </w:r>
            <w:proofErr w:type="spellStart"/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Brittain</w:t>
            </w:r>
            <w:proofErr w:type="spellEnd"/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Twórczość a rozwój umysłowy dziecka, PWN, Warszawa 1977.</w:t>
            </w:r>
          </w:p>
          <w:p w:rsidR="007E0EB6" w:rsidRPr="009C54AE" w:rsidRDefault="007E0EB6" w:rsidP="00431EF2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Popek, S., Psychologia twórczości plastycznej, UMCS, Lublin, 2010.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E0EB6" w:rsidRPr="00D16AED" w:rsidRDefault="007E0EB6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Arnheim</w:t>
            </w:r>
            <w:proofErr w:type="spellEnd"/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R., Sztuka i percepcja wzrokowa, PWN, Warszawa 2014. </w:t>
            </w:r>
          </w:p>
          <w:p w:rsidR="007E0EB6" w:rsidRPr="00D16AED" w:rsidRDefault="00D16AED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Kościelecki, S., Współczesna koncepcja wychowania plastycznego, PWN,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1977.</w:t>
            </w:r>
            <w:r w:rsidR="007E0EB6"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Zausznica, A. Nauka o barwie, PWN, Warszawa, 2013.</w:t>
            </w:r>
          </w:p>
          <w:p w:rsidR="00D16AED" w:rsidRDefault="00D16AED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Michejda-Kowalska, O dziecięcej wyobraźni plastycznej, WSiP, Warszawa, 1987.</w:t>
            </w:r>
          </w:p>
          <w:p w:rsidR="007E0EB6" w:rsidRPr="00D16AED" w:rsidRDefault="007E0EB6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Popek, S., Barwy i psychika, UMCS, Lublin, 2012.</w:t>
            </w:r>
          </w:p>
          <w:p w:rsidR="00D16AED" w:rsidRPr="00D16AED" w:rsidRDefault="00D16AED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Trojanowska, A., Dziecko i plastyka, WSiP, Warszawa 1985.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422C" w:rsidRDefault="00EB422C" w:rsidP="00C16ABF">
      <w:pPr>
        <w:spacing w:after="0" w:line="240" w:lineRule="auto"/>
      </w:pPr>
      <w:r>
        <w:separator/>
      </w:r>
    </w:p>
  </w:endnote>
  <w:endnote w:type="continuationSeparator" w:id="0">
    <w:p w:rsidR="00EB422C" w:rsidRDefault="00EB422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422C" w:rsidRDefault="00EB422C" w:rsidP="00C16ABF">
      <w:pPr>
        <w:spacing w:after="0" w:line="240" w:lineRule="auto"/>
      </w:pPr>
      <w:r>
        <w:separator/>
      </w:r>
    </w:p>
  </w:footnote>
  <w:footnote w:type="continuationSeparator" w:id="0">
    <w:p w:rsidR="00EB422C" w:rsidRDefault="00EB422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E0DE0"/>
    <w:multiLevelType w:val="hybridMultilevel"/>
    <w:tmpl w:val="F0D825B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623"/>
    <w:multiLevelType w:val="hybridMultilevel"/>
    <w:tmpl w:val="4672DF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D77430"/>
    <w:multiLevelType w:val="hybridMultilevel"/>
    <w:tmpl w:val="ACA6D1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9619E"/>
    <w:multiLevelType w:val="hybridMultilevel"/>
    <w:tmpl w:val="4BEE61D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1F0211"/>
    <w:multiLevelType w:val="hybridMultilevel"/>
    <w:tmpl w:val="87A0A0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646"/>
    <w:rsid w:val="00015B8F"/>
    <w:rsid w:val="00022ECE"/>
    <w:rsid w:val="00042A51"/>
    <w:rsid w:val="00042D2E"/>
    <w:rsid w:val="00044C82"/>
    <w:rsid w:val="00070ED6"/>
    <w:rsid w:val="000742DC"/>
    <w:rsid w:val="0007731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A91"/>
    <w:rsid w:val="00113ABA"/>
    <w:rsid w:val="00124BFF"/>
    <w:rsid w:val="0012560E"/>
    <w:rsid w:val="00127108"/>
    <w:rsid w:val="00134B13"/>
    <w:rsid w:val="00146BC0"/>
    <w:rsid w:val="00153C41"/>
    <w:rsid w:val="00154381"/>
    <w:rsid w:val="00155C84"/>
    <w:rsid w:val="001640A7"/>
    <w:rsid w:val="00164FA7"/>
    <w:rsid w:val="00166A03"/>
    <w:rsid w:val="001718A7"/>
    <w:rsid w:val="001737CF"/>
    <w:rsid w:val="00176083"/>
    <w:rsid w:val="001770C7"/>
    <w:rsid w:val="00184B72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EC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0C5"/>
    <w:rsid w:val="003D0F95"/>
    <w:rsid w:val="003D18A9"/>
    <w:rsid w:val="003D57B3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1EF2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098"/>
    <w:rsid w:val="00526C94"/>
    <w:rsid w:val="0053153D"/>
    <w:rsid w:val="005363C4"/>
    <w:rsid w:val="00536BDE"/>
    <w:rsid w:val="00543ACC"/>
    <w:rsid w:val="0056696D"/>
    <w:rsid w:val="00573EF9"/>
    <w:rsid w:val="0059484D"/>
    <w:rsid w:val="005A0855"/>
    <w:rsid w:val="005A3196"/>
    <w:rsid w:val="005A786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0FD"/>
    <w:rsid w:val="00790E27"/>
    <w:rsid w:val="00795571"/>
    <w:rsid w:val="007A4022"/>
    <w:rsid w:val="007A6E6E"/>
    <w:rsid w:val="007C3299"/>
    <w:rsid w:val="007C3BCC"/>
    <w:rsid w:val="007C4546"/>
    <w:rsid w:val="007D6E56"/>
    <w:rsid w:val="007E0EB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1F1E"/>
    <w:rsid w:val="008A45F7"/>
    <w:rsid w:val="008B609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BAD"/>
    <w:rsid w:val="008F6E29"/>
    <w:rsid w:val="00916188"/>
    <w:rsid w:val="00923D7D"/>
    <w:rsid w:val="0093153A"/>
    <w:rsid w:val="009508DF"/>
    <w:rsid w:val="00950DAC"/>
    <w:rsid w:val="00954A07"/>
    <w:rsid w:val="00961C6A"/>
    <w:rsid w:val="009703A3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9F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53A"/>
    <w:rsid w:val="00B43B77"/>
    <w:rsid w:val="00B43E80"/>
    <w:rsid w:val="00B607DB"/>
    <w:rsid w:val="00B66529"/>
    <w:rsid w:val="00B677C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A02"/>
    <w:rsid w:val="00BE70A5"/>
    <w:rsid w:val="00BF27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6AED"/>
    <w:rsid w:val="00D17C3C"/>
    <w:rsid w:val="00D26B2C"/>
    <w:rsid w:val="00D352C9"/>
    <w:rsid w:val="00D425B2"/>
    <w:rsid w:val="00D428D6"/>
    <w:rsid w:val="00D45BF4"/>
    <w:rsid w:val="00D53FED"/>
    <w:rsid w:val="00D552B2"/>
    <w:rsid w:val="00D608D1"/>
    <w:rsid w:val="00D74119"/>
    <w:rsid w:val="00D8075B"/>
    <w:rsid w:val="00D8678B"/>
    <w:rsid w:val="00D9663B"/>
    <w:rsid w:val="00D96649"/>
    <w:rsid w:val="00DA2114"/>
    <w:rsid w:val="00DC7B90"/>
    <w:rsid w:val="00DE09C0"/>
    <w:rsid w:val="00DE4A14"/>
    <w:rsid w:val="00DF320D"/>
    <w:rsid w:val="00DF71C8"/>
    <w:rsid w:val="00E07C3C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422C"/>
    <w:rsid w:val="00EC4899"/>
    <w:rsid w:val="00ED03AB"/>
    <w:rsid w:val="00ED32D2"/>
    <w:rsid w:val="00EE32DE"/>
    <w:rsid w:val="00EE5457"/>
    <w:rsid w:val="00F05D47"/>
    <w:rsid w:val="00F070AB"/>
    <w:rsid w:val="00F17567"/>
    <w:rsid w:val="00F27A7B"/>
    <w:rsid w:val="00F526AF"/>
    <w:rsid w:val="00F617C3"/>
    <w:rsid w:val="00F63689"/>
    <w:rsid w:val="00F7066B"/>
    <w:rsid w:val="00F821E2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D8B0D"/>
  <w15:docId w15:val="{484DD160-232D-4098-9507-DB270FF07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47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9A331-0F6A-4476-BA79-30E2F1654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1196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16</cp:revision>
  <cp:lastPrinted>2019-02-06T12:12:00Z</cp:lastPrinted>
  <dcterms:created xsi:type="dcterms:W3CDTF">2019-11-06T15:37:00Z</dcterms:created>
  <dcterms:modified xsi:type="dcterms:W3CDTF">2022-03-14T11:54:00Z</dcterms:modified>
</cp:coreProperties>
</file>